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ECBDB1D-7F4B-41DE-8EFB-230B263D2BF7}"/>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